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081" w:rsidRDefault="0063408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12057C" wp14:editId="3A6941D6">
                <wp:simplePos x="0" y="0"/>
                <wp:positionH relativeFrom="column">
                  <wp:posOffset>581025</wp:posOffset>
                </wp:positionH>
                <wp:positionV relativeFrom="paragraph">
                  <wp:posOffset>4086225</wp:posOffset>
                </wp:positionV>
                <wp:extent cx="4229100" cy="6096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476" w:rsidRDefault="00C71476">
                            <w:r>
                              <w:t xml:space="preserve">Agent: Hugh             12 rooms    4 dining rooms    2 kitchens    2 lounges      </w:t>
                            </w:r>
                          </w:p>
                          <w:p w:rsidR="00C71476" w:rsidRDefault="00C71476">
                            <w:r>
                              <w:t xml:space="preserve">                                   1 landing pad                $20,000,000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.75pt;margin-top:321.75pt;width:333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">
                <v:textbox>
                  <w:txbxContent>
                    <w:p w:rsidR="00C71476" w:rsidRDefault="00C71476">
                      <w:r>
                        <w:t xml:space="preserve">Agent: Hugh             12 rooms    4 dining rooms    2 kitchens    2 lounges      </w:t>
                      </w:r>
                    </w:p>
                    <w:p w:rsidR="00C71476" w:rsidRDefault="00C71476">
                      <w:r>
                        <w:t xml:space="preserve">                                   1 landing pad                $20,000,000</w:t>
                      </w:r>
                    </w:p>
                  </w:txbxContent>
                </v:textbox>
              </v:shape>
            </w:pict>
          </mc:Fallback>
        </mc:AlternateContent>
      </w:r>
      <w:r w:rsidR="0043267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F75C5" wp14:editId="33260E43">
                <wp:simplePos x="0" y="0"/>
                <wp:positionH relativeFrom="column">
                  <wp:posOffset>123825</wp:posOffset>
                </wp:positionH>
                <wp:positionV relativeFrom="paragraph">
                  <wp:posOffset>3343275</wp:posOffset>
                </wp:positionV>
                <wp:extent cx="5610225" cy="5524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476" w:rsidRPr="00432674" w:rsidRDefault="00C71476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</w:rPr>
                              <w:t xml:space="preserve">Fortress of Awesomeness    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999 Cloud Lane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.75pt;margin-top:263.25pt;width:441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">
                <v:textbox>
                  <w:txbxContent>
                    <w:p w:rsidR="00C71476" w:rsidRPr="00432674" w:rsidRDefault="00C71476">
                      <w:pPr>
                        <w:rPr>
                          <w:sz w:val="52"/>
                          <w:szCs w:val="52"/>
                        </w:rPr>
                      </w:pPr>
                      <w:r>
                        <w:rPr>
                          <w:sz w:val="52"/>
                          <w:szCs w:val="52"/>
                        </w:rPr>
                        <w:t xml:space="preserve">Fortress of Awesomeness    </w:t>
                      </w:r>
                      <w:r>
                        <w:rPr>
                          <w:sz w:val="40"/>
                          <w:szCs w:val="40"/>
                        </w:rPr>
                        <w:t>999 Cloud Lane</w:t>
                      </w:r>
                      <w:r>
                        <w:rPr>
                          <w:sz w:val="52"/>
                          <w:szCs w:val="52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 w:rsidR="00432674">
        <w:rPr>
          <w:noProof/>
          <w:lang w:eastAsia="en-NZ"/>
        </w:rPr>
        <w:drawing>
          <wp:inline distT="0" distB="0" distL="0" distR="0">
            <wp:extent cx="5731510" cy="3223974"/>
            <wp:effectExtent l="0" t="0" r="2540" b="0"/>
            <wp:docPr id="1" name="Picture 1" descr="S:\Year5\Room 13\Hugh\FORTRES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Year5\Room 13\Hugh\FORTRESS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089" w:rsidRDefault="00634089"/>
    <w:p w:rsidR="00634089" w:rsidRDefault="00634089"/>
    <w:p w:rsidR="00634089" w:rsidRDefault="00634089"/>
    <w:p w:rsidR="00634089" w:rsidRDefault="00634089"/>
    <w:p w:rsidR="00634089" w:rsidRDefault="00634089"/>
    <w:p w:rsidR="00634089" w:rsidRPr="00634089" w:rsidRDefault="00634089">
      <w:pPr>
        <w:rPr>
          <w:sz w:val="40"/>
          <w:szCs w:val="40"/>
        </w:rPr>
      </w:pPr>
      <w:r>
        <w:t xml:space="preserve">   </w:t>
      </w:r>
      <w:r>
        <w:rPr>
          <w:sz w:val="40"/>
          <w:szCs w:val="40"/>
        </w:rPr>
        <w:t xml:space="preserve">This house was beautifully designed and made in 2009. A sweeping staircase follows an Italian kitchen. At the top of the stylish stairs </w:t>
      </w:r>
      <w:r w:rsidR="00C71476">
        <w:rPr>
          <w:sz w:val="40"/>
          <w:szCs w:val="40"/>
        </w:rPr>
        <w:t>is the largest bedroom in the house with a king sized bed. This room also has a window, with a sunny view of the sea at day, good for telescopes at night. An inside swimming pool, spacious garden, super security and a flag with your requested letter on it.</w:t>
      </w:r>
      <w:r w:rsidR="00F3702E">
        <w:rPr>
          <w:sz w:val="40"/>
          <w:szCs w:val="40"/>
        </w:rPr>
        <w:t xml:space="preserve"> A gate with a dial is there to keep robbers out. Not like they would be able to reach you anyway. With a lot TLC this house is a great pick for a rich or </w:t>
      </w:r>
      <w:r w:rsidR="00F3702E">
        <w:rPr>
          <w:sz w:val="40"/>
          <w:szCs w:val="40"/>
        </w:rPr>
        <w:lastRenderedPageBreak/>
        <w:t>famous person who needs some space because no one would see you. Also comes with a free hovercraft, otherwise costing $50,000,000. A landing pad is put near to the house. Not good if you’re a first buyer. This lane will be very quiet.</w:t>
      </w:r>
      <w:bookmarkStart w:id="0" w:name="_GoBack"/>
      <w:bookmarkEnd w:id="0"/>
    </w:p>
    <w:sectPr w:rsidR="00634089" w:rsidRPr="006340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674"/>
    <w:rsid w:val="00432674"/>
    <w:rsid w:val="00562081"/>
    <w:rsid w:val="00634089"/>
    <w:rsid w:val="00C71476"/>
    <w:rsid w:val="00F3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2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6A9FE61B</Template>
  <TotalTime>31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2011-04-11T23:48:00Z</dcterms:created>
  <dcterms:modified xsi:type="dcterms:W3CDTF">2011-04-14T21:34:00Z</dcterms:modified>
</cp:coreProperties>
</file>